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8A" w:rsidRDefault="00726ACA" w:rsidP="00F5218A">
      <w:pPr>
        <w:pStyle w:val="Heading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November </w:t>
      </w:r>
      <w:r w:rsidR="006E3478">
        <w:rPr>
          <w:sz w:val="28"/>
        </w:rPr>
        <w:t>21</w:t>
      </w:r>
      <w:r w:rsidR="00CF6A71">
        <w:rPr>
          <w:sz w:val="28"/>
        </w:rPr>
        <w:t>, 201</w:t>
      </w:r>
      <w:r w:rsidR="00957F74">
        <w:rPr>
          <w:sz w:val="28"/>
        </w:rPr>
        <w:t>3</w:t>
      </w:r>
    </w:p>
    <w:p w:rsidR="00F5218A" w:rsidRDefault="00F5218A" w:rsidP="00F5218A">
      <w:pPr>
        <w:rPr>
          <w:rFonts w:ascii="Comic Sans MS" w:hAnsi="Comic Sans MS"/>
          <w:sz w:val="28"/>
        </w:rPr>
      </w:pPr>
    </w:p>
    <w:p w:rsidR="00F5218A" w:rsidRDefault="00F5218A" w:rsidP="00F5218A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Dear Parents,</w:t>
      </w:r>
    </w:p>
    <w:p w:rsidR="00957F74" w:rsidRDefault="00F5218A" w:rsidP="00F5218A">
      <w:pPr>
        <w:pStyle w:val="BodyText"/>
      </w:pPr>
      <w:r>
        <w:tab/>
      </w:r>
    </w:p>
    <w:p w:rsidR="00F5218A" w:rsidRDefault="00F5218A" w:rsidP="00957F74">
      <w:pPr>
        <w:pStyle w:val="BodyText"/>
        <w:ind w:firstLine="720"/>
      </w:pPr>
      <w:r>
        <w:t>As the holiday season approaches, our team is excited to participate in the Adopt-a-</w:t>
      </w:r>
      <w:r w:rsidR="00863F34">
        <w:t>Child</w:t>
      </w:r>
      <w:r>
        <w:t xml:space="preserve"> program this year.  This program enables our students to actively contribute to a charitable cause by donating their spare change </w:t>
      </w:r>
      <w:r w:rsidR="00BF0BF1">
        <w:t>and/</w:t>
      </w:r>
      <w:r w:rsidR="00726ACA">
        <w:t>or a gift for</w:t>
      </w:r>
      <w:r>
        <w:t xml:space="preserve"> our </w:t>
      </w:r>
      <w:r w:rsidR="00EA5211">
        <w:t xml:space="preserve">two </w:t>
      </w:r>
      <w:r>
        <w:t xml:space="preserve">adopted </w:t>
      </w:r>
      <w:r w:rsidR="00CF6A71">
        <w:t>child</w:t>
      </w:r>
      <w:r w:rsidR="00EA5211">
        <w:t>ren</w:t>
      </w:r>
      <w:r>
        <w:t xml:space="preserve">.  </w:t>
      </w:r>
      <w:r w:rsidR="00726ACA">
        <w:t xml:space="preserve">The </w:t>
      </w:r>
      <w:r w:rsidR="00012906">
        <w:t>Oak</w:t>
      </w:r>
      <w:r w:rsidR="00726ACA">
        <w:t xml:space="preserve"> T</w:t>
      </w:r>
      <w:r>
        <w:t xml:space="preserve">eam has been given </w:t>
      </w:r>
      <w:r w:rsidR="00CF6A71">
        <w:t xml:space="preserve">a </w:t>
      </w:r>
      <w:r w:rsidR="005C58F6">
        <w:rPr>
          <w:b/>
        </w:rPr>
        <w:t>6-</w:t>
      </w:r>
      <w:r w:rsidR="00287AA3">
        <w:rPr>
          <w:b/>
        </w:rPr>
        <w:t>year old girl</w:t>
      </w:r>
      <w:r w:rsidR="0023042D">
        <w:rPr>
          <w:b/>
        </w:rPr>
        <w:t xml:space="preserve"> </w:t>
      </w:r>
      <w:r w:rsidR="00EF1AE4" w:rsidRPr="0023042D">
        <w:t>(</w:t>
      </w:r>
      <w:r w:rsidR="00EF1AE4" w:rsidRPr="0023042D">
        <w:rPr>
          <w:u w:val="single"/>
        </w:rPr>
        <w:t xml:space="preserve">Mrs. </w:t>
      </w:r>
      <w:proofErr w:type="spellStart"/>
      <w:r w:rsidR="00EF1AE4" w:rsidRPr="0023042D">
        <w:rPr>
          <w:u w:val="single"/>
        </w:rPr>
        <w:t>Everman’s</w:t>
      </w:r>
      <w:proofErr w:type="spellEnd"/>
      <w:r w:rsidR="00EF1AE4" w:rsidRPr="0023042D">
        <w:rPr>
          <w:u w:val="single"/>
        </w:rPr>
        <w:t xml:space="preserve"> and Mrs. Grant’s homerooms</w:t>
      </w:r>
      <w:r w:rsidR="00EF1AE4" w:rsidRPr="0023042D">
        <w:t>)</w:t>
      </w:r>
      <w:r w:rsidR="00EF1AE4">
        <w:rPr>
          <w:b/>
        </w:rPr>
        <w:t xml:space="preserve"> </w:t>
      </w:r>
      <w:r w:rsidR="00EA5211" w:rsidRPr="0038148E">
        <w:rPr>
          <w:b/>
        </w:rPr>
        <w:t>and a</w:t>
      </w:r>
      <w:r w:rsidR="00012906">
        <w:rPr>
          <w:b/>
        </w:rPr>
        <w:t>n</w:t>
      </w:r>
      <w:r w:rsidR="00EA5211" w:rsidRPr="0038148E">
        <w:rPr>
          <w:b/>
        </w:rPr>
        <w:t xml:space="preserve"> </w:t>
      </w:r>
      <w:r w:rsidR="005C58F6">
        <w:rPr>
          <w:b/>
        </w:rPr>
        <w:t>18-</w:t>
      </w:r>
      <w:r w:rsidR="00012906">
        <w:rPr>
          <w:b/>
        </w:rPr>
        <w:t>month</w:t>
      </w:r>
      <w:r w:rsidR="00287AA3">
        <w:rPr>
          <w:b/>
        </w:rPr>
        <w:t xml:space="preserve"> old boy</w:t>
      </w:r>
      <w:r w:rsidRPr="0038148E">
        <w:rPr>
          <w:b/>
        </w:rPr>
        <w:t xml:space="preserve"> </w:t>
      </w:r>
      <w:r w:rsidR="00EF1AE4" w:rsidRPr="0023042D">
        <w:t>(</w:t>
      </w:r>
      <w:r w:rsidR="00EF1AE4" w:rsidRPr="0023042D">
        <w:rPr>
          <w:u w:val="single"/>
        </w:rPr>
        <w:t>Mr. Riess’ and Mr. Schaefer’s homerooms</w:t>
      </w:r>
      <w:r w:rsidR="00EF1AE4" w:rsidRPr="0023042D">
        <w:t xml:space="preserve">) </w:t>
      </w:r>
      <w:r>
        <w:t xml:space="preserve">to help this holiday season.  </w:t>
      </w:r>
    </w:p>
    <w:p w:rsidR="00F5218A" w:rsidRDefault="007E236D" w:rsidP="00F5218A">
      <w:pPr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We hope you will want to</w:t>
      </w:r>
      <w:r w:rsidR="00EA5211">
        <w:rPr>
          <w:rFonts w:ascii="Comic Sans MS" w:hAnsi="Comic Sans MS"/>
          <w:sz w:val="28"/>
        </w:rPr>
        <w:t xml:space="preserve"> participate in supporting the</w:t>
      </w:r>
      <w:r w:rsidR="002D76B9">
        <w:rPr>
          <w:rFonts w:ascii="Comic Sans MS" w:hAnsi="Comic Sans MS"/>
          <w:sz w:val="28"/>
        </w:rPr>
        <w:t>s</w:t>
      </w:r>
      <w:r w:rsidR="00EA5211">
        <w:rPr>
          <w:rFonts w:ascii="Comic Sans MS" w:hAnsi="Comic Sans MS"/>
          <w:sz w:val="28"/>
        </w:rPr>
        <w:t>e</w:t>
      </w:r>
      <w:r w:rsidR="002D76B9">
        <w:rPr>
          <w:rFonts w:ascii="Comic Sans MS" w:hAnsi="Comic Sans MS"/>
          <w:sz w:val="28"/>
        </w:rPr>
        <w:t xml:space="preserve"> young child</w:t>
      </w:r>
      <w:r w:rsidR="00EA5211">
        <w:rPr>
          <w:rFonts w:ascii="Comic Sans MS" w:hAnsi="Comic Sans MS"/>
          <w:sz w:val="28"/>
        </w:rPr>
        <w:t>ren</w:t>
      </w:r>
      <w:r w:rsidR="00F5218A">
        <w:rPr>
          <w:rFonts w:ascii="Comic Sans MS" w:hAnsi="Comic Sans MS"/>
          <w:sz w:val="28"/>
        </w:rPr>
        <w:t xml:space="preserve">.  Any presents you would like to donate should be </w:t>
      </w:r>
      <w:r w:rsidR="00F5218A">
        <w:rPr>
          <w:rFonts w:ascii="Comic Sans MS" w:hAnsi="Comic Sans MS"/>
          <w:b/>
          <w:bCs/>
          <w:sz w:val="28"/>
        </w:rPr>
        <w:t>new</w:t>
      </w:r>
      <w:r w:rsidR="0067043A">
        <w:rPr>
          <w:rFonts w:ascii="Comic Sans MS" w:hAnsi="Comic Sans MS"/>
          <w:b/>
          <w:bCs/>
          <w:sz w:val="28"/>
        </w:rPr>
        <w:t xml:space="preserve"> </w:t>
      </w:r>
      <w:r w:rsidR="0067043A" w:rsidRPr="0067043A">
        <w:rPr>
          <w:rFonts w:ascii="Comic Sans MS" w:hAnsi="Comic Sans MS"/>
          <w:bCs/>
          <w:sz w:val="28"/>
        </w:rPr>
        <w:t>and</w:t>
      </w:r>
      <w:r w:rsidR="0067043A">
        <w:rPr>
          <w:rFonts w:ascii="Comic Sans MS" w:hAnsi="Comic Sans MS"/>
          <w:b/>
          <w:bCs/>
          <w:sz w:val="28"/>
        </w:rPr>
        <w:t xml:space="preserve"> unwrapped</w:t>
      </w:r>
      <w:r w:rsidR="00F5218A">
        <w:rPr>
          <w:rFonts w:ascii="Comic Sans MS" w:hAnsi="Comic Sans MS"/>
          <w:sz w:val="28"/>
        </w:rPr>
        <w:t xml:space="preserve">.  </w:t>
      </w:r>
      <w:r w:rsidR="0038148E">
        <w:rPr>
          <w:rFonts w:ascii="Comic Sans MS" w:hAnsi="Comic Sans MS"/>
          <w:sz w:val="28"/>
        </w:rPr>
        <w:t>On</w:t>
      </w:r>
      <w:r w:rsidR="00EA5211">
        <w:rPr>
          <w:rFonts w:ascii="Comic Sans MS" w:hAnsi="Comic Sans MS"/>
          <w:sz w:val="28"/>
        </w:rPr>
        <w:t xml:space="preserve"> the back are</w:t>
      </w:r>
      <w:r w:rsidR="002D76B9">
        <w:rPr>
          <w:rFonts w:ascii="Comic Sans MS" w:hAnsi="Comic Sans MS"/>
          <w:sz w:val="28"/>
        </w:rPr>
        <w:t xml:space="preserve"> the</w:t>
      </w:r>
      <w:r w:rsidR="00421712">
        <w:rPr>
          <w:rFonts w:ascii="Comic Sans MS" w:hAnsi="Comic Sans MS"/>
          <w:sz w:val="28"/>
        </w:rPr>
        <w:t xml:space="preserve"> wish</w:t>
      </w:r>
      <w:r w:rsidR="00F5218A">
        <w:rPr>
          <w:rFonts w:ascii="Comic Sans MS" w:hAnsi="Comic Sans MS"/>
          <w:sz w:val="28"/>
        </w:rPr>
        <w:t xml:space="preserve"> list</w:t>
      </w:r>
      <w:r w:rsidR="00EA5211">
        <w:rPr>
          <w:rFonts w:ascii="Comic Sans MS" w:hAnsi="Comic Sans MS"/>
          <w:sz w:val="28"/>
        </w:rPr>
        <w:t>s</w:t>
      </w:r>
      <w:r w:rsidR="00F5218A">
        <w:rPr>
          <w:rFonts w:ascii="Comic Sans MS" w:hAnsi="Comic Sans MS"/>
          <w:sz w:val="28"/>
        </w:rPr>
        <w:t xml:space="preserve"> </w:t>
      </w:r>
      <w:r w:rsidR="00421712">
        <w:rPr>
          <w:rFonts w:ascii="Comic Sans MS" w:hAnsi="Comic Sans MS"/>
          <w:sz w:val="28"/>
        </w:rPr>
        <w:t>for</w:t>
      </w:r>
      <w:r w:rsidR="00F5218A">
        <w:rPr>
          <w:rFonts w:ascii="Comic Sans MS" w:hAnsi="Comic Sans MS"/>
          <w:sz w:val="28"/>
        </w:rPr>
        <w:t xml:space="preserve"> our </w:t>
      </w:r>
      <w:r w:rsidR="002D76B9">
        <w:rPr>
          <w:rFonts w:ascii="Comic Sans MS" w:hAnsi="Comic Sans MS"/>
          <w:sz w:val="28"/>
        </w:rPr>
        <w:t>adopted child</w:t>
      </w:r>
      <w:r w:rsidR="00EA5211">
        <w:rPr>
          <w:rFonts w:ascii="Comic Sans MS" w:hAnsi="Comic Sans MS"/>
          <w:sz w:val="28"/>
        </w:rPr>
        <w:t>ren</w:t>
      </w:r>
      <w:r w:rsidR="00421712">
        <w:rPr>
          <w:rFonts w:ascii="Comic Sans MS" w:hAnsi="Comic Sans MS"/>
          <w:sz w:val="28"/>
        </w:rPr>
        <w:t>.  This includes</w:t>
      </w:r>
      <w:r w:rsidR="00F5218A">
        <w:rPr>
          <w:rFonts w:ascii="Comic Sans MS" w:hAnsi="Comic Sans MS"/>
          <w:sz w:val="28"/>
        </w:rPr>
        <w:t xml:space="preserve"> their clothing sizes and a few </w:t>
      </w:r>
      <w:r w:rsidR="00421712">
        <w:rPr>
          <w:rFonts w:ascii="Comic Sans MS" w:hAnsi="Comic Sans MS"/>
          <w:sz w:val="28"/>
        </w:rPr>
        <w:t>toys</w:t>
      </w:r>
      <w:r w:rsidR="00F5218A">
        <w:rPr>
          <w:rFonts w:ascii="Comic Sans MS" w:hAnsi="Comic Sans MS"/>
          <w:sz w:val="28"/>
        </w:rPr>
        <w:t xml:space="preserve">.  </w:t>
      </w:r>
      <w:r w:rsidR="00982141" w:rsidRPr="00421712">
        <w:rPr>
          <w:rFonts w:ascii="Comic Sans MS" w:hAnsi="Comic Sans MS"/>
          <w:sz w:val="28"/>
          <w:szCs w:val="28"/>
        </w:rPr>
        <w:t xml:space="preserve">We will </w:t>
      </w:r>
      <w:r w:rsidR="00982141">
        <w:rPr>
          <w:rFonts w:ascii="Comic Sans MS" w:hAnsi="Comic Sans MS"/>
          <w:sz w:val="28"/>
          <w:szCs w:val="28"/>
        </w:rPr>
        <w:t xml:space="preserve">also </w:t>
      </w:r>
      <w:r w:rsidR="00982141" w:rsidRPr="00421712">
        <w:rPr>
          <w:rFonts w:ascii="Comic Sans MS" w:hAnsi="Comic Sans MS"/>
          <w:sz w:val="28"/>
          <w:szCs w:val="28"/>
        </w:rPr>
        <w:t>collect money each day</w:t>
      </w:r>
      <w:r w:rsidR="00982141">
        <w:rPr>
          <w:rFonts w:ascii="Comic Sans MS" w:hAnsi="Comic Sans MS"/>
          <w:sz w:val="28"/>
        </w:rPr>
        <w:t xml:space="preserve"> to purchase items that </w:t>
      </w:r>
      <w:r w:rsidR="00726ACA">
        <w:rPr>
          <w:rFonts w:ascii="Comic Sans MS" w:hAnsi="Comic Sans MS"/>
          <w:sz w:val="28"/>
        </w:rPr>
        <w:t>a</w:t>
      </w:r>
      <w:r w:rsidR="00982141">
        <w:rPr>
          <w:rFonts w:ascii="Comic Sans MS" w:hAnsi="Comic Sans MS"/>
          <w:sz w:val="28"/>
        </w:rPr>
        <w:t xml:space="preserve">re not donated.  </w:t>
      </w:r>
      <w:r w:rsidR="00F5218A">
        <w:rPr>
          <w:rFonts w:ascii="Comic Sans MS" w:hAnsi="Comic Sans MS"/>
          <w:sz w:val="28"/>
        </w:rPr>
        <w:t xml:space="preserve">Please </w:t>
      </w:r>
      <w:r w:rsidR="0067043A">
        <w:rPr>
          <w:rFonts w:ascii="Comic Sans MS" w:hAnsi="Comic Sans MS"/>
          <w:sz w:val="28"/>
        </w:rPr>
        <w:t>consider purchasing</w:t>
      </w:r>
      <w:r w:rsidR="00F5218A">
        <w:rPr>
          <w:rFonts w:ascii="Comic Sans MS" w:hAnsi="Comic Sans MS"/>
          <w:sz w:val="28"/>
        </w:rPr>
        <w:t xml:space="preserve"> a gift </w:t>
      </w:r>
      <w:r w:rsidR="00BF0BF1">
        <w:rPr>
          <w:rFonts w:ascii="Comic Sans MS" w:hAnsi="Comic Sans MS"/>
          <w:sz w:val="28"/>
        </w:rPr>
        <w:t>and/</w:t>
      </w:r>
      <w:r w:rsidR="00F5218A">
        <w:rPr>
          <w:rFonts w:ascii="Comic Sans MS" w:hAnsi="Comic Sans MS"/>
          <w:sz w:val="28"/>
        </w:rPr>
        <w:t>or send</w:t>
      </w:r>
      <w:r w:rsidR="0038148E">
        <w:rPr>
          <w:rFonts w:ascii="Comic Sans MS" w:hAnsi="Comic Sans MS"/>
          <w:sz w:val="28"/>
        </w:rPr>
        <w:t>ing</w:t>
      </w:r>
      <w:r w:rsidR="00F5218A">
        <w:rPr>
          <w:rFonts w:ascii="Comic Sans MS" w:hAnsi="Comic Sans MS"/>
          <w:sz w:val="28"/>
        </w:rPr>
        <w:t xml:space="preserve"> in a donation to help us with this worthy cause.  We would like </w:t>
      </w:r>
      <w:r w:rsidR="002D76B9">
        <w:rPr>
          <w:rFonts w:ascii="Comic Sans MS" w:hAnsi="Comic Sans MS"/>
          <w:sz w:val="28"/>
        </w:rPr>
        <w:t xml:space="preserve">to have the </w:t>
      </w:r>
      <w:r w:rsidR="0023042D">
        <w:rPr>
          <w:rFonts w:ascii="Comic Sans MS" w:hAnsi="Comic Sans MS"/>
          <w:sz w:val="28"/>
        </w:rPr>
        <w:t>money by Friday, December 13</w:t>
      </w:r>
      <w:r w:rsidR="0023042D" w:rsidRPr="0023042D">
        <w:rPr>
          <w:rFonts w:ascii="Comic Sans MS" w:hAnsi="Comic Sans MS"/>
          <w:sz w:val="28"/>
          <w:vertAlign w:val="superscript"/>
        </w:rPr>
        <w:t>th</w:t>
      </w:r>
      <w:r w:rsidR="0023042D">
        <w:rPr>
          <w:rFonts w:ascii="Comic Sans MS" w:hAnsi="Comic Sans MS"/>
          <w:sz w:val="28"/>
        </w:rPr>
        <w:t xml:space="preserve"> and the </w:t>
      </w:r>
      <w:r w:rsidR="002D76B9">
        <w:rPr>
          <w:rFonts w:ascii="Comic Sans MS" w:hAnsi="Comic Sans MS"/>
          <w:sz w:val="28"/>
        </w:rPr>
        <w:t xml:space="preserve">gifts by </w:t>
      </w:r>
      <w:r w:rsidR="00957F74">
        <w:rPr>
          <w:rFonts w:ascii="Comic Sans MS" w:hAnsi="Comic Sans MS"/>
          <w:sz w:val="28"/>
        </w:rPr>
        <w:t>Tues</w:t>
      </w:r>
      <w:r w:rsidR="00202C73">
        <w:rPr>
          <w:rFonts w:ascii="Comic Sans MS" w:hAnsi="Comic Sans MS"/>
          <w:sz w:val="28"/>
        </w:rPr>
        <w:t xml:space="preserve">day, </w:t>
      </w:r>
      <w:r w:rsidR="002D76B9">
        <w:rPr>
          <w:rFonts w:ascii="Comic Sans MS" w:hAnsi="Comic Sans MS"/>
          <w:sz w:val="28"/>
        </w:rPr>
        <w:t>December 1</w:t>
      </w:r>
      <w:r w:rsidR="00957F74">
        <w:rPr>
          <w:rFonts w:ascii="Comic Sans MS" w:hAnsi="Comic Sans MS"/>
          <w:sz w:val="28"/>
        </w:rPr>
        <w:t>7</w:t>
      </w:r>
      <w:r w:rsidR="00202C73">
        <w:rPr>
          <w:rFonts w:ascii="Comic Sans MS" w:hAnsi="Comic Sans MS"/>
          <w:sz w:val="28"/>
        </w:rPr>
        <w:t>, 201</w:t>
      </w:r>
      <w:r w:rsidR="00957F74">
        <w:rPr>
          <w:rFonts w:ascii="Comic Sans MS" w:hAnsi="Comic Sans MS"/>
          <w:sz w:val="28"/>
        </w:rPr>
        <w:t>3</w:t>
      </w:r>
      <w:r w:rsidR="00F5218A">
        <w:rPr>
          <w:rFonts w:ascii="Comic Sans MS" w:hAnsi="Comic Sans MS"/>
          <w:sz w:val="28"/>
        </w:rPr>
        <w:t xml:space="preserve">.  We will wrap the presents </w:t>
      </w:r>
      <w:r w:rsidR="00343B83">
        <w:rPr>
          <w:rFonts w:ascii="Comic Sans MS" w:hAnsi="Comic Sans MS"/>
          <w:sz w:val="28"/>
        </w:rPr>
        <w:t>the next school</w:t>
      </w:r>
      <w:r w:rsidR="0067043A">
        <w:rPr>
          <w:rFonts w:ascii="Comic Sans MS" w:hAnsi="Comic Sans MS"/>
          <w:sz w:val="28"/>
        </w:rPr>
        <w:t xml:space="preserve"> day</w:t>
      </w:r>
      <w:r w:rsidR="00F5218A">
        <w:rPr>
          <w:rFonts w:ascii="Comic Sans MS" w:hAnsi="Comic Sans MS"/>
          <w:sz w:val="28"/>
        </w:rPr>
        <w:t>.</w:t>
      </w:r>
    </w:p>
    <w:p w:rsidR="00957F74" w:rsidRDefault="00957F74" w:rsidP="00F5218A">
      <w:pPr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Additionally, if you have extra gift wrap, tissue paper, boxes</w:t>
      </w:r>
      <w:r w:rsidR="0038148E">
        <w:rPr>
          <w:rFonts w:ascii="Comic Sans MS" w:hAnsi="Comic Sans MS"/>
          <w:sz w:val="28"/>
        </w:rPr>
        <w:t>, or tape</w:t>
      </w:r>
      <w:r>
        <w:rPr>
          <w:rFonts w:ascii="Comic Sans MS" w:hAnsi="Comic Sans MS"/>
          <w:sz w:val="28"/>
        </w:rPr>
        <w:t xml:space="preserve"> we would appreciate donations of those supplies as well.</w:t>
      </w:r>
    </w:p>
    <w:p w:rsidR="00F5218A" w:rsidRDefault="00F5218A" w:rsidP="00F5218A">
      <w:pPr>
        <w:jc w:val="right"/>
        <w:rPr>
          <w:rFonts w:ascii="Comic Sans MS" w:hAnsi="Comic Sans MS"/>
          <w:sz w:val="28"/>
        </w:rPr>
      </w:pPr>
    </w:p>
    <w:p w:rsidR="00F5218A" w:rsidRDefault="00F5218A" w:rsidP="00F5218A">
      <w:pPr>
        <w:jc w:val="right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Thank you for your generosity,</w:t>
      </w:r>
    </w:p>
    <w:p w:rsidR="0038148E" w:rsidRDefault="0038148E" w:rsidP="0038148E">
      <w:pPr>
        <w:pStyle w:val="Heading2"/>
        <w:ind w:left="3600" w:firstLine="720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-3175</wp:posOffset>
            </wp:positionV>
            <wp:extent cx="1981200" cy="1981200"/>
            <wp:effectExtent l="0" t="0" r="0" b="0"/>
            <wp:wrapNone/>
            <wp:docPr id="2" name="Picture 6" descr="MC90043627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36274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18A" w:rsidRDefault="00F5218A" w:rsidP="0038148E">
      <w:pPr>
        <w:pStyle w:val="Heading2"/>
        <w:ind w:left="3600" w:firstLine="720"/>
        <w:jc w:val="center"/>
        <w:rPr>
          <w:sz w:val="28"/>
        </w:rPr>
      </w:pPr>
      <w:r>
        <w:rPr>
          <w:sz w:val="28"/>
        </w:rPr>
        <w:t xml:space="preserve">The </w:t>
      </w:r>
      <w:r w:rsidR="00BF0BF1">
        <w:rPr>
          <w:sz w:val="28"/>
        </w:rPr>
        <w:t xml:space="preserve">OAK </w:t>
      </w:r>
      <w:r>
        <w:rPr>
          <w:sz w:val="28"/>
        </w:rPr>
        <w:t>Team Teachers</w:t>
      </w:r>
    </w:p>
    <w:p w:rsidR="00F5218A" w:rsidRDefault="00F5218A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957F74" w:rsidRDefault="00957F74" w:rsidP="00E77A9E">
      <w:pPr>
        <w:rPr>
          <w:rFonts w:ascii="Comic Sans MS" w:hAnsi="Comic Sans MS"/>
          <w:sz w:val="24"/>
        </w:rPr>
      </w:pPr>
    </w:p>
    <w:p w:rsidR="0023042D" w:rsidRDefault="0023042D" w:rsidP="00E77A9E">
      <w:pPr>
        <w:rPr>
          <w:rFonts w:ascii="Comic Sans MS" w:hAnsi="Comic Sans MS"/>
          <w:sz w:val="24"/>
        </w:rPr>
      </w:pPr>
    </w:p>
    <w:tbl>
      <w:tblPr>
        <w:tblW w:w="9108" w:type="dxa"/>
        <w:tblLayout w:type="fixed"/>
        <w:tblLook w:val="0000"/>
      </w:tblPr>
      <w:tblGrid>
        <w:gridCol w:w="4428"/>
        <w:gridCol w:w="4680"/>
      </w:tblGrid>
      <w:tr w:rsidR="00F5218A" w:rsidTr="005C58F6">
        <w:tc>
          <w:tcPr>
            <w:tcW w:w="4428" w:type="dxa"/>
          </w:tcPr>
          <w:p w:rsidR="00F5218A" w:rsidRPr="0038148E" w:rsidRDefault="005C58F6" w:rsidP="0038148E">
            <w:pPr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6</w:t>
            </w:r>
            <w:r w:rsidR="00F5218A" w:rsidRPr="0038148E">
              <w:rPr>
                <w:rFonts w:ascii="Comic Sans MS" w:hAnsi="Comic Sans MS"/>
                <w:b/>
                <w:bCs/>
                <w:sz w:val="32"/>
                <w:szCs w:val="32"/>
              </w:rPr>
              <w:t>-</w:t>
            </w:r>
            <w:r w:rsidR="00726ACA" w:rsidRPr="0038148E">
              <w:rPr>
                <w:rFonts w:ascii="Comic Sans MS" w:hAnsi="Comic Sans MS"/>
                <w:b/>
                <w:bCs/>
                <w:sz w:val="32"/>
                <w:szCs w:val="32"/>
              </w:rPr>
              <w:t>year</w:t>
            </w: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 xml:space="preserve"> old girl</w:t>
            </w:r>
          </w:p>
          <w:p w:rsidR="00957F74" w:rsidRPr="0038148E" w:rsidRDefault="00957F74" w:rsidP="00E77A9E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</w:tc>
        <w:tc>
          <w:tcPr>
            <w:tcW w:w="4680" w:type="dxa"/>
          </w:tcPr>
          <w:p w:rsidR="00F5218A" w:rsidRDefault="0023042D" w:rsidP="00E77A9E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(Mrs. Everman and Mrs. Grant)</w:t>
            </w:r>
          </w:p>
        </w:tc>
      </w:tr>
      <w:tr w:rsidR="00F5218A" w:rsidTr="005C58F6">
        <w:tc>
          <w:tcPr>
            <w:tcW w:w="4428" w:type="dxa"/>
          </w:tcPr>
          <w:p w:rsidR="00F5218A" w:rsidRDefault="00F5218A" w:rsidP="00EA5211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 xml:space="preserve">Size </w:t>
            </w:r>
            <w:r w:rsidR="00957F74">
              <w:rPr>
                <w:sz w:val="28"/>
              </w:rPr>
              <w:t>5/6</w:t>
            </w:r>
            <w:r w:rsidR="00E558FB">
              <w:rPr>
                <w:sz w:val="28"/>
              </w:rPr>
              <w:t xml:space="preserve"> </w:t>
            </w:r>
            <w:r w:rsidR="005C58F6">
              <w:rPr>
                <w:sz w:val="28"/>
              </w:rPr>
              <w:t xml:space="preserve">shirts </w:t>
            </w:r>
          </w:p>
          <w:p w:rsidR="00EA5211" w:rsidRPr="00EA5211" w:rsidRDefault="00EA5211" w:rsidP="00957F74">
            <w:r>
              <w:rPr>
                <w:rFonts w:ascii="Comic Sans MS" w:hAnsi="Comic Sans MS"/>
                <w:sz w:val="28"/>
              </w:rPr>
              <w:t xml:space="preserve">Size </w:t>
            </w:r>
            <w:r w:rsidR="005C58F6">
              <w:rPr>
                <w:rFonts w:ascii="Comic Sans MS" w:hAnsi="Comic Sans MS"/>
                <w:sz w:val="28"/>
              </w:rPr>
              <w:t>4/5</w:t>
            </w:r>
            <w:r>
              <w:rPr>
                <w:rFonts w:ascii="Comic Sans MS" w:hAnsi="Comic Sans MS"/>
                <w:sz w:val="28"/>
              </w:rPr>
              <w:t xml:space="preserve"> pants</w:t>
            </w:r>
          </w:p>
        </w:tc>
        <w:tc>
          <w:tcPr>
            <w:tcW w:w="4680" w:type="dxa"/>
          </w:tcPr>
          <w:p w:rsidR="00EA5211" w:rsidRDefault="005C58F6" w:rsidP="00E77A9E">
            <w:pPr>
              <w:pStyle w:val="Heading1"/>
              <w:rPr>
                <w:noProof/>
              </w:rPr>
            </w:pPr>
            <w:r>
              <w:rPr>
                <w:sz w:val="28"/>
              </w:rPr>
              <w:t>Barbie pillow</w:t>
            </w:r>
          </w:p>
          <w:p w:rsidR="00F5218A" w:rsidRPr="00EA5211" w:rsidRDefault="005C58F6" w:rsidP="00957F74">
            <w:pPr>
              <w:pStyle w:val="Heading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Barbie Fairy doll</w:t>
            </w:r>
          </w:p>
        </w:tc>
      </w:tr>
      <w:tr w:rsidR="00EA5211" w:rsidTr="005C58F6">
        <w:trPr>
          <w:trHeight w:val="345"/>
        </w:trPr>
        <w:tc>
          <w:tcPr>
            <w:tcW w:w="4428" w:type="dxa"/>
          </w:tcPr>
          <w:p w:rsidR="00EA5211" w:rsidRDefault="00EA5211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Size </w:t>
            </w:r>
            <w:r w:rsidR="005C58F6">
              <w:rPr>
                <w:rFonts w:ascii="Comic Sans MS" w:hAnsi="Comic Sans MS"/>
                <w:sz w:val="28"/>
              </w:rPr>
              <w:t>5/6 dresses and skirts</w:t>
            </w:r>
          </w:p>
          <w:p w:rsidR="00EA5211" w:rsidRDefault="00EA5211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Size </w:t>
            </w:r>
            <w:r w:rsidR="005C58F6">
              <w:rPr>
                <w:rFonts w:ascii="Comic Sans MS" w:hAnsi="Comic Sans MS"/>
                <w:sz w:val="28"/>
              </w:rPr>
              <w:t>12</w:t>
            </w:r>
            <w:r>
              <w:rPr>
                <w:rFonts w:ascii="Comic Sans MS" w:hAnsi="Comic Sans MS"/>
                <w:sz w:val="28"/>
              </w:rPr>
              <w:t xml:space="preserve"> s</w:t>
            </w:r>
            <w:r w:rsidR="00957F74">
              <w:rPr>
                <w:rFonts w:ascii="Comic Sans MS" w:hAnsi="Comic Sans MS"/>
                <w:sz w:val="28"/>
              </w:rPr>
              <w:t>neakers</w:t>
            </w:r>
          </w:p>
          <w:p w:rsidR="00957F74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Size 12½ </w:t>
            </w:r>
            <w:r w:rsidR="00957F74">
              <w:rPr>
                <w:rFonts w:ascii="Comic Sans MS" w:hAnsi="Comic Sans MS"/>
                <w:sz w:val="28"/>
              </w:rPr>
              <w:t>boots</w:t>
            </w:r>
          </w:p>
          <w:p w:rsidR="00957F74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Size 6</w:t>
            </w:r>
            <w:r w:rsidR="00957F74">
              <w:rPr>
                <w:rFonts w:ascii="Comic Sans MS" w:hAnsi="Comic Sans MS"/>
                <w:sz w:val="28"/>
              </w:rPr>
              <w:t xml:space="preserve"> underwear</w:t>
            </w:r>
          </w:p>
          <w:p w:rsidR="00957F74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Socks for shoe size 12</w:t>
            </w:r>
          </w:p>
          <w:p w:rsidR="00E51AD2" w:rsidRDefault="00E51AD2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Size 5/6 pajamas</w:t>
            </w:r>
          </w:p>
          <w:p w:rsidR="00EA5211" w:rsidRDefault="00957F74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Hat and </w:t>
            </w:r>
            <w:r w:rsidR="00EA5211">
              <w:rPr>
                <w:rFonts w:ascii="Comic Sans MS" w:hAnsi="Comic Sans MS"/>
                <w:sz w:val="28"/>
              </w:rPr>
              <w:t>gloves</w:t>
            </w:r>
          </w:p>
        </w:tc>
        <w:tc>
          <w:tcPr>
            <w:tcW w:w="4680" w:type="dxa"/>
          </w:tcPr>
          <w:p w:rsidR="00EA5211" w:rsidRDefault="005C58F6" w:rsidP="00E77A9E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Glow in the dark wall decorations</w:t>
            </w:r>
          </w:p>
          <w:p w:rsidR="00EA5211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Roller Skates (size 13)</w:t>
            </w:r>
          </w:p>
          <w:p w:rsidR="00EA5211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Barbie doll clothes</w:t>
            </w:r>
          </w:p>
          <w:p w:rsidR="005C58F6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1979295</wp:posOffset>
                  </wp:positionH>
                  <wp:positionV relativeFrom="paragraph">
                    <wp:posOffset>227330</wp:posOffset>
                  </wp:positionV>
                  <wp:extent cx="1028700" cy="1209675"/>
                  <wp:effectExtent l="19050" t="0" r="0" b="0"/>
                  <wp:wrapNone/>
                  <wp:docPr id="3" name="Picture 3" descr="MC9000213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0213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8"/>
              </w:rPr>
              <w:t>Hello Kitty purse</w:t>
            </w:r>
          </w:p>
          <w:p w:rsidR="005C58F6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Hello Kitty plushy</w:t>
            </w:r>
          </w:p>
          <w:p w:rsidR="005C58F6" w:rsidRDefault="005C58F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Paper dolls</w:t>
            </w:r>
          </w:p>
          <w:p w:rsidR="006C0E06" w:rsidRPr="00F5218A" w:rsidRDefault="006C0E06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Any age-appropriate toy</w:t>
            </w:r>
          </w:p>
        </w:tc>
      </w:tr>
      <w:tr w:rsidR="00EA5211" w:rsidTr="005C58F6">
        <w:trPr>
          <w:trHeight w:val="918"/>
        </w:trPr>
        <w:tc>
          <w:tcPr>
            <w:tcW w:w="4428" w:type="dxa"/>
          </w:tcPr>
          <w:p w:rsidR="00017025" w:rsidRDefault="00017025" w:rsidP="00EA5211">
            <w:pPr>
              <w:rPr>
                <w:rFonts w:ascii="Comic Sans MS" w:hAnsi="Comic Sans MS"/>
                <w:sz w:val="28"/>
              </w:rPr>
            </w:pPr>
          </w:p>
          <w:p w:rsidR="00EA5211" w:rsidRDefault="00EA5211" w:rsidP="00EA5211">
            <w:pPr>
              <w:rPr>
                <w:rFonts w:ascii="Comic Sans MS" w:hAnsi="Comic Sans MS"/>
                <w:sz w:val="28"/>
              </w:rPr>
            </w:pPr>
          </w:p>
          <w:p w:rsidR="005C58F6" w:rsidRDefault="005C58F6" w:rsidP="00EA5211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680" w:type="dxa"/>
          </w:tcPr>
          <w:p w:rsidR="0038148E" w:rsidRPr="00EA5211" w:rsidRDefault="0038148E" w:rsidP="00E77A9E">
            <w:pPr>
              <w:rPr>
                <w:rFonts w:ascii="Comic Sans MS" w:hAnsi="Comic Sans MS"/>
                <w:sz w:val="28"/>
              </w:rPr>
            </w:pPr>
          </w:p>
        </w:tc>
      </w:tr>
      <w:tr w:rsidR="00EA5211" w:rsidTr="005C58F6">
        <w:trPr>
          <w:trHeight w:val="480"/>
        </w:trPr>
        <w:tc>
          <w:tcPr>
            <w:tcW w:w="4428" w:type="dxa"/>
          </w:tcPr>
          <w:p w:rsidR="00EA5211" w:rsidRDefault="0038148E" w:rsidP="00EA5211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_______________________</w:t>
            </w:r>
          </w:p>
        </w:tc>
        <w:tc>
          <w:tcPr>
            <w:tcW w:w="4680" w:type="dxa"/>
          </w:tcPr>
          <w:p w:rsidR="00EA5211" w:rsidRDefault="00EA5211" w:rsidP="00E77A9E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957F74" w:rsidRDefault="00957F74" w:rsidP="00FB6B19">
      <w:pPr>
        <w:ind w:left="720" w:firstLine="720"/>
        <w:rPr>
          <w:rFonts w:ascii="Comic Sans MS" w:hAnsi="Comic Sans MS"/>
          <w:b/>
          <w:bCs/>
          <w:sz w:val="28"/>
        </w:rPr>
      </w:pPr>
    </w:p>
    <w:p w:rsidR="00A0733F" w:rsidRDefault="00A0733F" w:rsidP="00FB6B19">
      <w:pPr>
        <w:ind w:left="720" w:firstLine="720"/>
        <w:rPr>
          <w:rFonts w:ascii="Comic Sans MS" w:hAnsi="Comic Sans MS"/>
          <w:b/>
          <w:bCs/>
          <w:sz w:val="28"/>
        </w:rPr>
      </w:pPr>
    </w:p>
    <w:p w:rsidR="00A0733F" w:rsidRDefault="00A0733F" w:rsidP="00FB6B19">
      <w:pPr>
        <w:ind w:left="720" w:firstLine="720"/>
        <w:rPr>
          <w:rFonts w:ascii="Comic Sans MS" w:hAnsi="Comic Sans MS"/>
          <w:b/>
          <w:bCs/>
          <w:sz w:val="28"/>
        </w:rPr>
      </w:pPr>
    </w:p>
    <w:p w:rsidR="00343B83" w:rsidRPr="0023042D" w:rsidRDefault="005C58F6" w:rsidP="0038148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18-month</w:t>
      </w:r>
      <w:r w:rsidR="00FB6B19" w:rsidRPr="0038148E">
        <w:rPr>
          <w:rFonts w:ascii="Comic Sans MS" w:hAnsi="Comic Sans MS"/>
          <w:b/>
          <w:bCs/>
          <w:sz w:val="32"/>
          <w:szCs w:val="32"/>
        </w:rPr>
        <w:t xml:space="preserve"> old </w:t>
      </w:r>
      <w:r>
        <w:rPr>
          <w:rFonts w:ascii="Comic Sans MS" w:hAnsi="Comic Sans MS"/>
          <w:b/>
          <w:bCs/>
          <w:sz w:val="32"/>
          <w:szCs w:val="32"/>
        </w:rPr>
        <w:t>boy</w:t>
      </w:r>
      <w:r w:rsidR="0023042D">
        <w:rPr>
          <w:rFonts w:ascii="Comic Sans MS" w:hAnsi="Comic Sans MS"/>
          <w:b/>
          <w:bCs/>
          <w:sz w:val="32"/>
          <w:szCs w:val="32"/>
        </w:rPr>
        <w:tab/>
      </w:r>
      <w:r w:rsidR="0023042D" w:rsidRPr="0023042D">
        <w:rPr>
          <w:rFonts w:ascii="Comic Sans MS" w:hAnsi="Comic Sans MS"/>
          <w:bCs/>
          <w:sz w:val="32"/>
          <w:szCs w:val="32"/>
        </w:rPr>
        <w:t xml:space="preserve">            (Mr. Riess and Mr. Schaefer)</w:t>
      </w:r>
    </w:p>
    <w:tbl>
      <w:tblPr>
        <w:tblW w:w="0" w:type="auto"/>
        <w:tblLayout w:type="fixed"/>
        <w:tblLook w:val="0000"/>
      </w:tblPr>
      <w:tblGrid>
        <w:gridCol w:w="4419"/>
        <w:gridCol w:w="4419"/>
      </w:tblGrid>
      <w:tr w:rsidR="00343B83" w:rsidTr="00017025">
        <w:trPr>
          <w:trHeight w:val="271"/>
        </w:trPr>
        <w:tc>
          <w:tcPr>
            <w:tcW w:w="4419" w:type="dxa"/>
          </w:tcPr>
          <w:p w:rsidR="00343B83" w:rsidRDefault="00343B83" w:rsidP="00FB6B19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4419" w:type="dxa"/>
          </w:tcPr>
          <w:p w:rsidR="00343B83" w:rsidRDefault="00343B83" w:rsidP="00FB6B19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43B83" w:rsidTr="00017025">
        <w:trPr>
          <w:trHeight w:val="301"/>
        </w:trPr>
        <w:tc>
          <w:tcPr>
            <w:tcW w:w="4419" w:type="dxa"/>
          </w:tcPr>
          <w:p w:rsidR="00343B83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Size 4T</w:t>
            </w:r>
            <w:r w:rsidR="00343B83">
              <w:rPr>
                <w:rFonts w:ascii="Comic Sans MS" w:hAnsi="Comic Sans MS"/>
                <w:sz w:val="28"/>
              </w:rPr>
              <w:t xml:space="preserve"> shirts</w:t>
            </w:r>
          </w:p>
        </w:tc>
        <w:tc>
          <w:tcPr>
            <w:tcW w:w="4419" w:type="dxa"/>
          </w:tcPr>
          <w:p w:rsidR="00343B83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Sippy cups</w:t>
            </w:r>
          </w:p>
        </w:tc>
      </w:tr>
      <w:tr w:rsidR="00343B83" w:rsidTr="00017025">
        <w:trPr>
          <w:trHeight w:val="375"/>
        </w:trPr>
        <w:tc>
          <w:tcPr>
            <w:tcW w:w="4419" w:type="dxa"/>
          </w:tcPr>
          <w:p w:rsidR="00343B83" w:rsidRDefault="00343B83" w:rsidP="005C58F6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Size </w:t>
            </w:r>
            <w:r w:rsidR="005C58F6">
              <w:rPr>
                <w:rFonts w:ascii="Comic Sans MS" w:hAnsi="Comic Sans MS"/>
                <w:sz w:val="28"/>
              </w:rPr>
              <w:t>3T pants</w:t>
            </w:r>
          </w:p>
        </w:tc>
        <w:tc>
          <w:tcPr>
            <w:tcW w:w="4419" w:type="dxa"/>
          </w:tcPr>
          <w:p w:rsidR="00017025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Blocks</w:t>
            </w:r>
          </w:p>
        </w:tc>
      </w:tr>
      <w:tr w:rsidR="00343B83" w:rsidTr="00017025">
        <w:trPr>
          <w:trHeight w:val="286"/>
        </w:trPr>
        <w:tc>
          <w:tcPr>
            <w:tcW w:w="4419" w:type="dxa"/>
          </w:tcPr>
          <w:p w:rsidR="00343B83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Size 4T pajamas</w:t>
            </w:r>
          </w:p>
        </w:tc>
        <w:tc>
          <w:tcPr>
            <w:tcW w:w="4419" w:type="dxa"/>
          </w:tcPr>
          <w:p w:rsidR="00343B83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Cars</w:t>
            </w:r>
          </w:p>
        </w:tc>
      </w:tr>
      <w:tr w:rsidR="00343B83" w:rsidTr="00017025">
        <w:trPr>
          <w:trHeight w:val="300"/>
        </w:trPr>
        <w:tc>
          <w:tcPr>
            <w:tcW w:w="4419" w:type="dxa"/>
          </w:tcPr>
          <w:p w:rsidR="00343B83" w:rsidRDefault="00343B83" w:rsidP="00017025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Size </w:t>
            </w:r>
            <w:r w:rsidR="005C58F6">
              <w:rPr>
                <w:rFonts w:ascii="Comic Sans MS" w:hAnsi="Comic Sans MS"/>
                <w:sz w:val="28"/>
              </w:rPr>
              <w:t>7</w:t>
            </w:r>
            <w:r>
              <w:rPr>
                <w:rFonts w:ascii="Comic Sans MS" w:hAnsi="Comic Sans MS"/>
                <w:sz w:val="28"/>
              </w:rPr>
              <w:t xml:space="preserve"> s</w:t>
            </w:r>
            <w:r w:rsidR="00957F74">
              <w:rPr>
                <w:rFonts w:ascii="Comic Sans MS" w:hAnsi="Comic Sans MS"/>
                <w:sz w:val="28"/>
              </w:rPr>
              <w:t>neakers</w:t>
            </w:r>
            <w:r>
              <w:rPr>
                <w:rFonts w:ascii="Comic Sans MS" w:hAnsi="Comic Sans MS"/>
                <w:sz w:val="28"/>
              </w:rPr>
              <w:t xml:space="preserve"> </w:t>
            </w:r>
          </w:p>
          <w:p w:rsidR="00957F74" w:rsidRDefault="005C58F6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Hat and gloves</w:t>
            </w:r>
          </w:p>
        </w:tc>
        <w:tc>
          <w:tcPr>
            <w:tcW w:w="4419" w:type="dxa"/>
          </w:tcPr>
          <w:p w:rsidR="00343B83" w:rsidRDefault="005C58F6" w:rsidP="00343B8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Trucks</w:t>
            </w:r>
          </w:p>
          <w:p w:rsidR="00957F74" w:rsidRDefault="00957F74" w:rsidP="00957F7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DVD’s: </w:t>
            </w:r>
          </w:p>
          <w:p w:rsidR="005C58F6" w:rsidRPr="005C58F6" w:rsidRDefault="005C58F6" w:rsidP="00957F74">
            <w:pPr>
              <w:rPr>
                <w:rFonts w:ascii="Comic Sans MS" w:hAnsi="Comic Sans MS"/>
                <w:sz w:val="28"/>
                <w:u w:val="single"/>
              </w:rPr>
            </w:pPr>
            <w:r w:rsidRPr="005C58F6">
              <w:rPr>
                <w:rFonts w:ascii="Comic Sans MS" w:hAnsi="Comic Sans MS"/>
                <w:sz w:val="28"/>
              </w:rPr>
              <w:t xml:space="preserve">     </w:t>
            </w:r>
            <w:proofErr w:type="spellStart"/>
            <w:r w:rsidRPr="005C58F6">
              <w:rPr>
                <w:rFonts w:ascii="Comic Sans MS" w:hAnsi="Comic Sans MS"/>
                <w:sz w:val="28"/>
                <w:u w:val="single"/>
              </w:rPr>
              <w:t>Backyardigans</w:t>
            </w:r>
            <w:proofErr w:type="spellEnd"/>
          </w:p>
        </w:tc>
      </w:tr>
      <w:tr w:rsidR="00343B83" w:rsidTr="00017025">
        <w:trPr>
          <w:trHeight w:val="468"/>
        </w:trPr>
        <w:tc>
          <w:tcPr>
            <w:tcW w:w="4419" w:type="dxa"/>
          </w:tcPr>
          <w:p w:rsidR="00343B83" w:rsidRDefault="00A0733F" w:rsidP="00017025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94615</wp:posOffset>
                  </wp:positionV>
                  <wp:extent cx="1309370" cy="704850"/>
                  <wp:effectExtent l="0" t="0" r="5080" b="0"/>
                  <wp:wrapNone/>
                  <wp:docPr id="1" name="Picture 4" descr="MC900100292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10029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0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9" w:type="dxa"/>
          </w:tcPr>
          <w:p w:rsidR="00343B83" w:rsidRDefault="005C58F6" w:rsidP="00343B83">
            <w:pPr>
              <w:rPr>
                <w:rFonts w:ascii="Comic Sans MS" w:hAnsi="Comic Sans MS"/>
                <w:sz w:val="28"/>
                <w:u w:val="single"/>
              </w:rPr>
            </w:pPr>
            <w:r w:rsidRPr="005C58F6">
              <w:rPr>
                <w:rFonts w:ascii="Comic Sans MS" w:hAnsi="Comic Sans MS"/>
                <w:sz w:val="28"/>
              </w:rPr>
              <w:t xml:space="preserve">     </w:t>
            </w:r>
            <w:r>
              <w:rPr>
                <w:rFonts w:ascii="Comic Sans MS" w:hAnsi="Comic Sans MS"/>
                <w:sz w:val="28"/>
                <w:u w:val="single"/>
              </w:rPr>
              <w:t xml:space="preserve">Team </w:t>
            </w:r>
            <w:proofErr w:type="spellStart"/>
            <w:r>
              <w:rPr>
                <w:rFonts w:ascii="Comic Sans MS" w:hAnsi="Comic Sans MS"/>
                <w:sz w:val="28"/>
                <w:u w:val="single"/>
              </w:rPr>
              <w:t>Umizoomi</w:t>
            </w:r>
            <w:proofErr w:type="spellEnd"/>
          </w:p>
          <w:p w:rsidR="00957F74" w:rsidRPr="00017025" w:rsidRDefault="006C0E06" w:rsidP="00343B8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Any age-appropriate toy</w:t>
            </w:r>
          </w:p>
        </w:tc>
      </w:tr>
    </w:tbl>
    <w:p w:rsidR="00735B29" w:rsidRDefault="00735B29"/>
    <w:sectPr w:rsidR="00735B29" w:rsidSect="0023042D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F5218A"/>
    <w:rsid w:val="00012906"/>
    <w:rsid w:val="00012B6F"/>
    <w:rsid w:val="00017025"/>
    <w:rsid w:val="000427A4"/>
    <w:rsid w:val="001D1DC6"/>
    <w:rsid w:val="002028D2"/>
    <w:rsid w:val="00202C73"/>
    <w:rsid w:val="0023042D"/>
    <w:rsid w:val="00287AA3"/>
    <w:rsid w:val="002D3E6C"/>
    <w:rsid w:val="002D76B9"/>
    <w:rsid w:val="002E22EE"/>
    <w:rsid w:val="002E4B84"/>
    <w:rsid w:val="00307475"/>
    <w:rsid w:val="003154E6"/>
    <w:rsid w:val="003157C8"/>
    <w:rsid w:val="00343B83"/>
    <w:rsid w:val="00356B96"/>
    <w:rsid w:val="0038148E"/>
    <w:rsid w:val="003A64C5"/>
    <w:rsid w:val="003D2B90"/>
    <w:rsid w:val="00421712"/>
    <w:rsid w:val="00421F19"/>
    <w:rsid w:val="004765DE"/>
    <w:rsid w:val="00525172"/>
    <w:rsid w:val="005C58F6"/>
    <w:rsid w:val="005E2414"/>
    <w:rsid w:val="0067043A"/>
    <w:rsid w:val="00697140"/>
    <w:rsid w:val="006B13B9"/>
    <w:rsid w:val="006C0E06"/>
    <w:rsid w:val="006E3478"/>
    <w:rsid w:val="006E7D29"/>
    <w:rsid w:val="00726ACA"/>
    <w:rsid w:val="00735B29"/>
    <w:rsid w:val="007E236D"/>
    <w:rsid w:val="007F57F7"/>
    <w:rsid w:val="00863F34"/>
    <w:rsid w:val="009547B5"/>
    <w:rsid w:val="00957F74"/>
    <w:rsid w:val="00982141"/>
    <w:rsid w:val="0099332D"/>
    <w:rsid w:val="00997E40"/>
    <w:rsid w:val="00A04FEE"/>
    <w:rsid w:val="00A0733F"/>
    <w:rsid w:val="00B42FE9"/>
    <w:rsid w:val="00BA5810"/>
    <w:rsid w:val="00BB19BF"/>
    <w:rsid w:val="00BF0BF1"/>
    <w:rsid w:val="00C35777"/>
    <w:rsid w:val="00CF6A71"/>
    <w:rsid w:val="00D75579"/>
    <w:rsid w:val="00D82093"/>
    <w:rsid w:val="00DC0FCE"/>
    <w:rsid w:val="00DE02C1"/>
    <w:rsid w:val="00E51AD2"/>
    <w:rsid w:val="00E558FB"/>
    <w:rsid w:val="00E70AB7"/>
    <w:rsid w:val="00E77A9E"/>
    <w:rsid w:val="00EA5211"/>
    <w:rsid w:val="00EF1AE4"/>
    <w:rsid w:val="00F36446"/>
    <w:rsid w:val="00F5218A"/>
    <w:rsid w:val="00F808A0"/>
    <w:rsid w:val="00FB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218A"/>
  </w:style>
  <w:style w:type="paragraph" w:styleId="Heading1">
    <w:name w:val="heading 1"/>
    <w:basedOn w:val="Normal"/>
    <w:next w:val="Normal"/>
    <w:qFormat/>
    <w:rsid w:val="00F5218A"/>
    <w:pPr>
      <w:keepNext/>
      <w:outlineLvl w:val="0"/>
    </w:pPr>
    <w:rPr>
      <w:rFonts w:ascii="Comic Sans MS" w:hAnsi="Comic Sans MS"/>
      <w:sz w:val="24"/>
    </w:rPr>
  </w:style>
  <w:style w:type="paragraph" w:styleId="Heading2">
    <w:name w:val="heading 2"/>
    <w:basedOn w:val="Normal"/>
    <w:next w:val="Normal"/>
    <w:qFormat/>
    <w:rsid w:val="00F5218A"/>
    <w:pPr>
      <w:keepNext/>
      <w:outlineLvl w:val="1"/>
    </w:pPr>
    <w:rPr>
      <w:rFonts w:ascii="Comic Sans MS" w:hAnsi="Comic Sans MS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5218A"/>
    <w:rPr>
      <w:rFonts w:ascii="Comic Sans MS" w:hAnsi="Comic Sans M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asak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50AFF-FB5E-4C64-A67C-C8D1461851D6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F1514F4-F6FE-43D3-9BB3-2717A0A5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53</TotalTime>
  <Pages>2</Pages>
  <Words>316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oasd</dc:creator>
  <cp:lastModifiedBy>jeverman</cp:lastModifiedBy>
  <cp:revision>17</cp:revision>
  <cp:lastPrinted>2013-11-13T18:06:00Z</cp:lastPrinted>
  <dcterms:created xsi:type="dcterms:W3CDTF">2013-11-15T17:32:00Z</dcterms:created>
  <dcterms:modified xsi:type="dcterms:W3CDTF">2013-11-20T20:28:00Z</dcterms:modified>
</cp:coreProperties>
</file>